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7"/>
        <w:gridCol w:w="2578"/>
        <w:gridCol w:w="2577"/>
        <w:gridCol w:w="2578"/>
        <w:gridCol w:w="2578"/>
      </w:tblGrid>
      <w:tr w:rsidR="003F0D15" w:rsidTr="003F0D15">
        <w:tc>
          <w:tcPr>
            <w:tcW w:w="2577" w:type="dxa"/>
          </w:tcPr>
          <w:p w:rsidR="003F0D15" w:rsidRPr="003F0D15" w:rsidRDefault="003F0D15" w:rsidP="003F0D15">
            <w:pPr>
              <w:jc w:val="center"/>
              <w:rPr>
                <w:b/>
                <w:sz w:val="28"/>
                <w:szCs w:val="28"/>
              </w:rPr>
            </w:pPr>
            <w:r w:rsidRPr="003F0D15">
              <w:rPr>
                <w:b/>
                <w:sz w:val="28"/>
                <w:szCs w:val="28"/>
              </w:rPr>
              <w:t>MONDAY</w:t>
            </w:r>
          </w:p>
        </w:tc>
        <w:tc>
          <w:tcPr>
            <w:tcW w:w="2578" w:type="dxa"/>
          </w:tcPr>
          <w:p w:rsidR="003F0D15" w:rsidRPr="003F0D15" w:rsidRDefault="003F0D15" w:rsidP="003F0D15">
            <w:pPr>
              <w:jc w:val="center"/>
              <w:rPr>
                <w:b/>
                <w:sz w:val="28"/>
                <w:szCs w:val="28"/>
              </w:rPr>
            </w:pPr>
            <w:r w:rsidRPr="003F0D15">
              <w:rPr>
                <w:b/>
                <w:sz w:val="28"/>
                <w:szCs w:val="28"/>
              </w:rPr>
              <w:t>TUESDAY</w:t>
            </w:r>
          </w:p>
        </w:tc>
        <w:tc>
          <w:tcPr>
            <w:tcW w:w="2577" w:type="dxa"/>
          </w:tcPr>
          <w:p w:rsidR="003F0D15" w:rsidRPr="003F0D15" w:rsidRDefault="003F0D15" w:rsidP="003F0D15">
            <w:pPr>
              <w:jc w:val="center"/>
              <w:rPr>
                <w:b/>
                <w:sz w:val="28"/>
                <w:szCs w:val="28"/>
              </w:rPr>
            </w:pPr>
            <w:r w:rsidRPr="003F0D15">
              <w:rPr>
                <w:b/>
                <w:sz w:val="28"/>
                <w:szCs w:val="28"/>
              </w:rPr>
              <w:t>WEDNESDAY</w:t>
            </w:r>
          </w:p>
        </w:tc>
        <w:tc>
          <w:tcPr>
            <w:tcW w:w="2578" w:type="dxa"/>
          </w:tcPr>
          <w:p w:rsidR="003F0D15" w:rsidRPr="003F0D15" w:rsidRDefault="003F0D15" w:rsidP="003F0D15">
            <w:pPr>
              <w:jc w:val="center"/>
              <w:rPr>
                <w:b/>
                <w:sz w:val="28"/>
                <w:szCs w:val="28"/>
              </w:rPr>
            </w:pPr>
            <w:r w:rsidRPr="003F0D15">
              <w:rPr>
                <w:b/>
                <w:sz w:val="28"/>
                <w:szCs w:val="28"/>
              </w:rPr>
              <w:t>THURSDAY</w:t>
            </w:r>
          </w:p>
        </w:tc>
        <w:tc>
          <w:tcPr>
            <w:tcW w:w="2578" w:type="dxa"/>
          </w:tcPr>
          <w:p w:rsidR="003F0D15" w:rsidRPr="003F0D15" w:rsidRDefault="003F0D15" w:rsidP="003F0D15">
            <w:pPr>
              <w:jc w:val="center"/>
              <w:rPr>
                <w:b/>
                <w:sz w:val="28"/>
                <w:szCs w:val="28"/>
              </w:rPr>
            </w:pPr>
            <w:r w:rsidRPr="003F0D15">
              <w:rPr>
                <w:b/>
                <w:sz w:val="28"/>
                <w:szCs w:val="28"/>
              </w:rPr>
              <w:t>FRIDAY</w:t>
            </w:r>
          </w:p>
        </w:tc>
      </w:tr>
      <w:tr w:rsidR="003F0D15" w:rsidTr="003F0D15">
        <w:tc>
          <w:tcPr>
            <w:tcW w:w="2577" w:type="dxa"/>
          </w:tcPr>
          <w:p w:rsidR="003F0D15" w:rsidRDefault="003F0D15"/>
          <w:p w:rsidR="003F0D15" w:rsidRDefault="003F0D15"/>
          <w:p w:rsidR="003F0D15" w:rsidRDefault="003F0D15"/>
          <w:p w:rsidR="003F0D15" w:rsidRDefault="003F0D15"/>
          <w:p w:rsidR="003F0D15" w:rsidRDefault="003F0D15"/>
          <w:p w:rsidR="003F0D15" w:rsidRDefault="003F0D15"/>
          <w:p w:rsidR="003F0D15" w:rsidRDefault="003F0D15"/>
          <w:p w:rsidR="003F0D15" w:rsidRDefault="003F0D15"/>
          <w:p w:rsidR="003F0D15" w:rsidRDefault="003F0D15"/>
          <w:p w:rsidR="003F0D15" w:rsidRDefault="003F0D15"/>
        </w:tc>
        <w:tc>
          <w:tcPr>
            <w:tcW w:w="2578" w:type="dxa"/>
          </w:tcPr>
          <w:p w:rsidR="003F0D15" w:rsidRDefault="003F0D15">
            <w:bookmarkStart w:id="0" w:name="_GoBack"/>
            <w:bookmarkEnd w:id="0"/>
          </w:p>
        </w:tc>
        <w:tc>
          <w:tcPr>
            <w:tcW w:w="2577" w:type="dxa"/>
          </w:tcPr>
          <w:p w:rsidR="003F0D15" w:rsidRDefault="003F0D15"/>
        </w:tc>
        <w:tc>
          <w:tcPr>
            <w:tcW w:w="2578" w:type="dxa"/>
          </w:tcPr>
          <w:p w:rsidR="003F0D15" w:rsidRDefault="003F0D15"/>
        </w:tc>
        <w:tc>
          <w:tcPr>
            <w:tcW w:w="2578" w:type="dxa"/>
          </w:tcPr>
          <w:p w:rsidR="003F0D15" w:rsidRDefault="003F0D15"/>
        </w:tc>
      </w:tr>
      <w:tr w:rsidR="003F0D15" w:rsidTr="003F0D15">
        <w:tc>
          <w:tcPr>
            <w:tcW w:w="2577" w:type="dxa"/>
          </w:tcPr>
          <w:p w:rsidR="003F0D15" w:rsidRDefault="003F0D15"/>
          <w:p w:rsidR="003F0D15" w:rsidRDefault="003F0D15"/>
          <w:p w:rsidR="003F0D15" w:rsidRDefault="003F0D15"/>
          <w:p w:rsidR="003F0D15" w:rsidRDefault="003F0D15"/>
          <w:p w:rsidR="003F0D15" w:rsidRDefault="003F0D15"/>
          <w:p w:rsidR="003F0D15" w:rsidRDefault="003F0D15"/>
          <w:p w:rsidR="003F0D15" w:rsidRDefault="003F0D15"/>
          <w:p w:rsidR="003F0D15" w:rsidRDefault="003F0D15"/>
          <w:p w:rsidR="003F0D15" w:rsidRDefault="003F0D15"/>
          <w:p w:rsidR="003F0D15" w:rsidRDefault="003F0D15"/>
          <w:p w:rsidR="003F0D15" w:rsidRDefault="003F0D15"/>
        </w:tc>
        <w:tc>
          <w:tcPr>
            <w:tcW w:w="2578" w:type="dxa"/>
          </w:tcPr>
          <w:p w:rsidR="003F0D15" w:rsidRDefault="003F0D15"/>
        </w:tc>
        <w:tc>
          <w:tcPr>
            <w:tcW w:w="2577" w:type="dxa"/>
          </w:tcPr>
          <w:p w:rsidR="003F0D15" w:rsidRDefault="003F0D15"/>
        </w:tc>
        <w:tc>
          <w:tcPr>
            <w:tcW w:w="2578" w:type="dxa"/>
          </w:tcPr>
          <w:p w:rsidR="003F0D15" w:rsidRDefault="003F0D15"/>
        </w:tc>
        <w:tc>
          <w:tcPr>
            <w:tcW w:w="2578" w:type="dxa"/>
          </w:tcPr>
          <w:p w:rsidR="003F0D15" w:rsidRDefault="003F0D15"/>
        </w:tc>
      </w:tr>
      <w:tr w:rsidR="003F0D15" w:rsidTr="003F0D15">
        <w:tc>
          <w:tcPr>
            <w:tcW w:w="2577" w:type="dxa"/>
          </w:tcPr>
          <w:p w:rsidR="003F0D15" w:rsidRDefault="003F0D15"/>
          <w:p w:rsidR="003F0D15" w:rsidRDefault="003F0D15"/>
          <w:p w:rsidR="003F0D15" w:rsidRDefault="003F0D15"/>
          <w:p w:rsidR="003F0D15" w:rsidRDefault="003F0D15"/>
          <w:p w:rsidR="003F0D15" w:rsidRDefault="003F0D15"/>
          <w:p w:rsidR="003F0D15" w:rsidRDefault="003F0D15"/>
          <w:p w:rsidR="003F0D15" w:rsidRDefault="003F0D15"/>
          <w:p w:rsidR="003F0D15" w:rsidRDefault="003F0D15"/>
          <w:p w:rsidR="003F0D15" w:rsidRDefault="003F0D15"/>
          <w:p w:rsidR="003F0D15" w:rsidRDefault="003F0D15"/>
          <w:p w:rsidR="003F0D15" w:rsidRDefault="003F0D15"/>
        </w:tc>
        <w:tc>
          <w:tcPr>
            <w:tcW w:w="2578" w:type="dxa"/>
          </w:tcPr>
          <w:p w:rsidR="003F0D15" w:rsidRDefault="003F0D15"/>
        </w:tc>
        <w:tc>
          <w:tcPr>
            <w:tcW w:w="2577" w:type="dxa"/>
          </w:tcPr>
          <w:p w:rsidR="003F0D15" w:rsidRDefault="003F0D15"/>
        </w:tc>
        <w:tc>
          <w:tcPr>
            <w:tcW w:w="2578" w:type="dxa"/>
          </w:tcPr>
          <w:p w:rsidR="003F0D15" w:rsidRDefault="003F0D15"/>
        </w:tc>
        <w:tc>
          <w:tcPr>
            <w:tcW w:w="2578" w:type="dxa"/>
          </w:tcPr>
          <w:p w:rsidR="003F0D15" w:rsidRDefault="003F0D15"/>
        </w:tc>
      </w:tr>
    </w:tbl>
    <w:p w:rsidR="000028F0" w:rsidRDefault="000028F0"/>
    <w:sectPr w:rsidR="000028F0" w:rsidSect="003F0D15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D15" w:rsidRDefault="003F0D15" w:rsidP="003F0D15">
      <w:pPr>
        <w:spacing w:after="0" w:line="240" w:lineRule="auto"/>
      </w:pPr>
      <w:r>
        <w:separator/>
      </w:r>
    </w:p>
  </w:endnote>
  <w:endnote w:type="continuationSeparator" w:id="0">
    <w:p w:rsidR="003F0D15" w:rsidRDefault="003F0D15" w:rsidP="003F0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D15" w:rsidRDefault="003F0D15" w:rsidP="003F0D15">
      <w:pPr>
        <w:spacing w:after="0" w:line="240" w:lineRule="auto"/>
      </w:pPr>
      <w:r>
        <w:separator/>
      </w:r>
    </w:p>
  </w:footnote>
  <w:footnote w:type="continuationSeparator" w:id="0">
    <w:p w:rsidR="003F0D15" w:rsidRDefault="003F0D15" w:rsidP="003F0D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45F06F749966483AB385F472B750551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F0D15" w:rsidRDefault="00F851B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LESSON </w:t>
        </w:r>
        <w:r w:rsidR="003F0D15">
          <w:rPr>
            <w:rFonts w:asciiTheme="majorHAnsi" w:eastAsiaTheme="majorEastAsia" w:hAnsiTheme="majorHAnsi" w:cstheme="majorBidi"/>
            <w:sz w:val="32"/>
            <w:szCs w:val="32"/>
          </w:rPr>
          <w:t>PLANNING SHEET</w:t>
        </w:r>
      </w:p>
    </w:sdtContent>
  </w:sdt>
  <w:p w:rsidR="003F0D15" w:rsidRDefault="003F0D1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D15"/>
    <w:rsid w:val="000028F0"/>
    <w:rsid w:val="003F0D15"/>
    <w:rsid w:val="00F8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D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F0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0D15"/>
  </w:style>
  <w:style w:type="paragraph" w:styleId="Footer">
    <w:name w:val="footer"/>
    <w:basedOn w:val="Normal"/>
    <w:link w:val="FooterChar"/>
    <w:uiPriority w:val="99"/>
    <w:unhideWhenUsed/>
    <w:rsid w:val="003F0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0D15"/>
  </w:style>
  <w:style w:type="paragraph" w:styleId="BalloonText">
    <w:name w:val="Balloon Text"/>
    <w:basedOn w:val="Normal"/>
    <w:link w:val="BalloonTextChar"/>
    <w:uiPriority w:val="99"/>
    <w:semiHidden/>
    <w:unhideWhenUsed/>
    <w:rsid w:val="003F0D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D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D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F0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0D15"/>
  </w:style>
  <w:style w:type="paragraph" w:styleId="Footer">
    <w:name w:val="footer"/>
    <w:basedOn w:val="Normal"/>
    <w:link w:val="FooterChar"/>
    <w:uiPriority w:val="99"/>
    <w:unhideWhenUsed/>
    <w:rsid w:val="003F0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0D15"/>
  </w:style>
  <w:style w:type="paragraph" w:styleId="BalloonText">
    <w:name w:val="Balloon Text"/>
    <w:basedOn w:val="Normal"/>
    <w:link w:val="BalloonTextChar"/>
    <w:uiPriority w:val="99"/>
    <w:semiHidden/>
    <w:unhideWhenUsed/>
    <w:rsid w:val="003F0D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D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5F06F749966483AB385F472B75055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41C2F-FDC6-4A63-9A97-E2C8FECCF263}"/>
      </w:docPartPr>
      <w:docPartBody>
        <w:p w:rsidR="00000000" w:rsidRDefault="00CE6290" w:rsidP="00CE6290">
          <w:pPr>
            <w:pStyle w:val="45F06F749966483AB385F472B750551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290"/>
    <w:rsid w:val="00CE6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5F06F749966483AB385F472B7505517">
    <w:name w:val="45F06F749966483AB385F472B7505517"/>
    <w:rsid w:val="00CE629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5F06F749966483AB385F472B7505517">
    <w:name w:val="45F06F749966483AB385F472B7505517"/>
    <w:rsid w:val="00CE62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EF6E92C0</Template>
  <TotalTime>4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Sioux Falls</Company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PLANNING SHEET</dc:title>
  <dc:creator>Arlys Peterson</dc:creator>
  <cp:lastModifiedBy>Arlys Peterson</cp:lastModifiedBy>
  <cp:revision>2</cp:revision>
  <dcterms:created xsi:type="dcterms:W3CDTF">2013-06-17T12:41:00Z</dcterms:created>
  <dcterms:modified xsi:type="dcterms:W3CDTF">2013-06-17T12:45:00Z</dcterms:modified>
</cp:coreProperties>
</file>